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B4CA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94B6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7DD3D4" w14:textId="6A652CF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73330">
        <w:rPr>
          <w:rFonts w:ascii="Corbel" w:hAnsi="Corbel"/>
          <w:i/>
          <w:smallCaps/>
          <w:sz w:val="24"/>
          <w:szCs w:val="24"/>
        </w:rPr>
        <w:t>20</w:t>
      </w:r>
      <w:r w:rsidR="003D5697">
        <w:rPr>
          <w:rFonts w:ascii="Corbel" w:hAnsi="Corbel"/>
          <w:i/>
          <w:smallCaps/>
          <w:sz w:val="24"/>
          <w:szCs w:val="24"/>
        </w:rPr>
        <w:t>19</w:t>
      </w:r>
      <w:r w:rsidR="003603CF">
        <w:rPr>
          <w:rFonts w:ascii="Corbel" w:hAnsi="Corbel"/>
          <w:i/>
          <w:smallCaps/>
          <w:sz w:val="24"/>
          <w:szCs w:val="24"/>
        </w:rPr>
        <w:t>/20</w:t>
      </w:r>
      <w:r w:rsidR="002B6C3F">
        <w:rPr>
          <w:rFonts w:ascii="Corbel" w:hAnsi="Corbel"/>
          <w:i/>
          <w:smallCaps/>
          <w:sz w:val="24"/>
          <w:szCs w:val="24"/>
        </w:rPr>
        <w:t>2</w:t>
      </w:r>
      <w:r w:rsidR="003D5697">
        <w:rPr>
          <w:rFonts w:ascii="Corbel" w:hAnsi="Corbel"/>
          <w:i/>
          <w:smallCaps/>
          <w:sz w:val="24"/>
          <w:szCs w:val="24"/>
        </w:rPr>
        <w:t>0</w:t>
      </w:r>
      <w:r w:rsidR="003603CF">
        <w:rPr>
          <w:rFonts w:ascii="Corbel" w:hAnsi="Corbel"/>
          <w:i/>
          <w:smallCaps/>
          <w:sz w:val="24"/>
          <w:szCs w:val="24"/>
        </w:rPr>
        <w:t xml:space="preserve"> – 202</w:t>
      </w:r>
      <w:r w:rsidR="003D5697">
        <w:rPr>
          <w:rFonts w:ascii="Corbel" w:hAnsi="Corbel"/>
          <w:i/>
          <w:smallCaps/>
          <w:sz w:val="24"/>
          <w:szCs w:val="24"/>
        </w:rPr>
        <w:t>3</w:t>
      </w:r>
      <w:r w:rsidR="003603CF">
        <w:rPr>
          <w:rFonts w:ascii="Corbel" w:hAnsi="Corbel"/>
          <w:i/>
          <w:smallCaps/>
          <w:sz w:val="24"/>
          <w:szCs w:val="24"/>
        </w:rPr>
        <w:t>/202</w:t>
      </w:r>
      <w:r w:rsidR="003D5697">
        <w:rPr>
          <w:rFonts w:ascii="Corbel" w:hAnsi="Corbel"/>
          <w:i/>
          <w:smallCaps/>
          <w:sz w:val="24"/>
          <w:szCs w:val="24"/>
        </w:rPr>
        <w:t>4</w:t>
      </w:r>
    </w:p>
    <w:p w14:paraId="0F34551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5B03A20" w14:textId="1C9E500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E73330">
        <w:rPr>
          <w:rFonts w:ascii="Corbel" w:hAnsi="Corbel"/>
          <w:sz w:val="20"/>
          <w:szCs w:val="20"/>
        </w:rPr>
        <w:t>akademicki   20</w:t>
      </w:r>
      <w:r w:rsidR="003D5697">
        <w:rPr>
          <w:rFonts w:ascii="Corbel" w:hAnsi="Corbel"/>
          <w:sz w:val="20"/>
          <w:szCs w:val="20"/>
        </w:rPr>
        <w:t>21</w:t>
      </w:r>
      <w:r w:rsidR="00E73330">
        <w:rPr>
          <w:rFonts w:ascii="Corbel" w:hAnsi="Corbel"/>
          <w:sz w:val="20"/>
          <w:szCs w:val="20"/>
        </w:rPr>
        <w:t>/202</w:t>
      </w:r>
      <w:r w:rsidR="003D5697">
        <w:rPr>
          <w:rFonts w:ascii="Corbel" w:hAnsi="Corbel"/>
          <w:sz w:val="20"/>
          <w:szCs w:val="20"/>
        </w:rPr>
        <w:t>2</w:t>
      </w:r>
    </w:p>
    <w:p w14:paraId="34B2CC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571D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B7AFCD" w14:textId="77777777" w:rsidTr="00B819C8">
        <w:tc>
          <w:tcPr>
            <w:tcW w:w="2694" w:type="dxa"/>
            <w:vAlign w:val="center"/>
          </w:tcPr>
          <w:p w14:paraId="0B1FDB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40317F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Postępowanie karne</w:t>
            </w:r>
          </w:p>
        </w:tc>
      </w:tr>
      <w:tr w:rsidR="0085747A" w:rsidRPr="009C54AE" w14:paraId="1BD9FFDC" w14:textId="77777777" w:rsidTr="00B819C8">
        <w:tc>
          <w:tcPr>
            <w:tcW w:w="2694" w:type="dxa"/>
            <w:vAlign w:val="center"/>
          </w:tcPr>
          <w:p w14:paraId="36E01D1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C80DF6" w14:textId="77777777" w:rsidR="003603CF" w:rsidRDefault="003603CF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Postępowanie karne PRP22 </w:t>
            </w:r>
          </w:p>
          <w:p w14:paraId="6BCC68B6" w14:textId="77777777" w:rsidR="0085747A" w:rsidRPr="003603CF" w:rsidRDefault="003603CF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Postępowanie karne – część praktyczna PRP23</w:t>
            </w:r>
          </w:p>
        </w:tc>
      </w:tr>
      <w:tr w:rsidR="0085747A" w:rsidRPr="009C54AE" w14:paraId="4239EFD9" w14:textId="77777777" w:rsidTr="00B819C8">
        <w:tc>
          <w:tcPr>
            <w:tcW w:w="2694" w:type="dxa"/>
            <w:vAlign w:val="center"/>
          </w:tcPr>
          <w:p w14:paraId="15396A93" w14:textId="77777777" w:rsidR="0085747A" w:rsidRPr="009C54AE" w:rsidRDefault="003603C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BA4019" w14:textId="77777777" w:rsidR="0085747A" w:rsidRPr="009C54AE" w:rsidRDefault="008379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9C54AE" w14:paraId="1E82B642" w14:textId="77777777" w:rsidTr="00B819C8">
        <w:tc>
          <w:tcPr>
            <w:tcW w:w="2694" w:type="dxa"/>
            <w:vAlign w:val="center"/>
          </w:tcPr>
          <w:p w14:paraId="43B3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4ACB7" w14:textId="77777777" w:rsidR="0085747A" w:rsidRPr="009C54AE" w:rsidRDefault="00AF5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</w:p>
        </w:tc>
      </w:tr>
      <w:tr w:rsidR="0085747A" w:rsidRPr="009C54AE" w14:paraId="0522A68F" w14:textId="77777777" w:rsidTr="00B819C8">
        <w:tc>
          <w:tcPr>
            <w:tcW w:w="2694" w:type="dxa"/>
            <w:vAlign w:val="center"/>
          </w:tcPr>
          <w:p w14:paraId="1796CA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DB10DD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4907C963" w14:textId="77777777" w:rsidTr="00B819C8">
        <w:tc>
          <w:tcPr>
            <w:tcW w:w="2694" w:type="dxa"/>
            <w:vAlign w:val="center"/>
          </w:tcPr>
          <w:p w14:paraId="1D5C7F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89FEFC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Jed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olite magisterskie</w:t>
            </w:r>
          </w:p>
        </w:tc>
      </w:tr>
      <w:tr w:rsidR="0085747A" w:rsidRPr="009C54AE" w14:paraId="04DA1A64" w14:textId="77777777" w:rsidTr="00B819C8">
        <w:tc>
          <w:tcPr>
            <w:tcW w:w="2694" w:type="dxa"/>
            <w:vAlign w:val="center"/>
          </w:tcPr>
          <w:p w14:paraId="4AC5AB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51B003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DC7EEC6" w14:textId="77777777" w:rsidTr="00B819C8">
        <w:tc>
          <w:tcPr>
            <w:tcW w:w="2694" w:type="dxa"/>
            <w:vAlign w:val="center"/>
          </w:tcPr>
          <w:p w14:paraId="3E3323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EF6A25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1EC5449" w14:textId="77777777" w:rsidTr="00B819C8">
        <w:tc>
          <w:tcPr>
            <w:tcW w:w="2694" w:type="dxa"/>
            <w:vAlign w:val="center"/>
          </w:tcPr>
          <w:p w14:paraId="5A1FF9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C2A979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913AEC">
              <w:rPr>
                <w:rFonts w:ascii="Corbel" w:hAnsi="Corbel"/>
                <w:b w:val="0"/>
                <w:sz w:val="24"/>
                <w:szCs w:val="24"/>
              </w:rPr>
              <w:t xml:space="preserve">V i 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AA6B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CC62DB9" w14:textId="77777777" w:rsidTr="00B819C8">
        <w:tc>
          <w:tcPr>
            <w:tcW w:w="2694" w:type="dxa"/>
            <w:vAlign w:val="center"/>
          </w:tcPr>
          <w:p w14:paraId="026A39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8154E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5871DECE" w14:textId="77777777" w:rsidTr="00B819C8">
        <w:tc>
          <w:tcPr>
            <w:tcW w:w="2694" w:type="dxa"/>
            <w:vAlign w:val="center"/>
          </w:tcPr>
          <w:p w14:paraId="39D501A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AC34C9" w14:textId="77777777" w:rsidR="00923D7D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3406912C" w14:textId="77777777" w:rsidTr="00B819C8">
        <w:tc>
          <w:tcPr>
            <w:tcW w:w="2694" w:type="dxa"/>
            <w:vAlign w:val="center"/>
          </w:tcPr>
          <w:p w14:paraId="237D72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422C5" w14:textId="77777777" w:rsidR="0085747A" w:rsidRPr="00BD739A" w:rsidRDefault="00BD739A" w:rsidP="00E73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>Dr hab. P. K. Sowiński, prof. UR</w:t>
            </w:r>
          </w:p>
        </w:tc>
      </w:tr>
      <w:tr w:rsidR="0085747A" w:rsidRPr="009C54AE" w14:paraId="19D2BF3C" w14:textId="77777777" w:rsidTr="00B819C8">
        <w:tc>
          <w:tcPr>
            <w:tcW w:w="2694" w:type="dxa"/>
            <w:vAlign w:val="center"/>
          </w:tcPr>
          <w:p w14:paraId="7AFC01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E1C83F" w14:textId="77777777"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>Dr hab. P. K. Sowiński,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60CBDDBF" w14:textId="77777777" w:rsidR="003603CF" w:rsidRPr="005A2B78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Klejnowska, prof. UR,</w:t>
            </w:r>
          </w:p>
          <w:p w14:paraId="0806BF75" w14:textId="77777777" w:rsidR="003603CF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A.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14:paraId="05EBA188" w14:textId="77777777" w:rsidR="0085747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="003603CF"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gr B. Bachurska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3BA09075" w14:textId="77777777" w:rsidR="00BD739A" w:rsidRPr="003603CF" w:rsidRDefault="00BD739A" w:rsidP="00E7333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E73330">
              <w:rPr>
                <w:rFonts w:ascii="Corbel" w:hAnsi="Corbel"/>
                <w:b w:val="0"/>
                <w:sz w:val="24"/>
                <w:szCs w:val="24"/>
              </w:rPr>
              <w:t>D. Barczak</w:t>
            </w:r>
          </w:p>
        </w:tc>
      </w:tr>
    </w:tbl>
    <w:p w14:paraId="44FF1566" w14:textId="77777777" w:rsidR="00923D7D" w:rsidRPr="009C54AE" w:rsidRDefault="0085747A" w:rsidP="00B935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8E4B1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6D5A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8E3C4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04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E8A4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0D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25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92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0B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C6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04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CA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F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86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128EF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FD15" w14:textId="77777777" w:rsidR="00015B8F" w:rsidRPr="009C54AE" w:rsidRDefault="0091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07F1" w14:textId="77777777" w:rsidR="00015B8F" w:rsidRPr="009C54AE" w:rsidRDefault="00AA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5EF3" w14:textId="77777777" w:rsidR="00015B8F" w:rsidRPr="009C54AE" w:rsidRDefault="00BD73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65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1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B7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10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7C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FA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3AFB" w14:textId="77777777" w:rsidR="00015B8F" w:rsidRPr="009C54AE" w:rsidRDefault="00BD73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739A" w:rsidRPr="009C54AE" w14:paraId="5947776E" w14:textId="77777777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92A2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3DF2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58BC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CD2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BD0B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FFEC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F207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CE22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D527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1B19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25BD9F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A2008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FB7D2F" w14:textId="77777777" w:rsidR="0085747A" w:rsidRPr="009C54AE" w:rsidRDefault="00AA6B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FE3FD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E373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E5B82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D6AB0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CE75E" w14:textId="77777777" w:rsidR="00AA6BF8" w:rsidRPr="005A2B78" w:rsidRDefault="00AA6BF8" w:rsidP="00AA6BF8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14:paraId="66F4CC39" w14:textId="77777777" w:rsidR="00AA6BF8" w:rsidRPr="005A2B78" w:rsidRDefault="00AA6BF8" w:rsidP="00AA6BF8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 i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praktyczne: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14:paraId="584BA70F" w14:textId="77777777"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4CA0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96F916" w14:textId="77777777" w:rsidTr="00745302">
        <w:tc>
          <w:tcPr>
            <w:tcW w:w="9670" w:type="dxa"/>
          </w:tcPr>
          <w:p w14:paraId="74D87298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historii procesu karnego.</w:t>
            </w:r>
          </w:p>
          <w:p w14:paraId="2EB1268F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5D2100CF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  <w:p w14:paraId="5628DC44" w14:textId="77777777" w:rsidR="0085747A" w:rsidRPr="009C54AE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14:paraId="52DEBFC5" w14:textId="77777777"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FCF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704B3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021DB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3B2A8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8197E" w:rsidRPr="005E6E85" w14:paraId="6CAA9EF7" w14:textId="77777777" w:rsidTr="007F1472">
        <w:tc>
          <w:tcPr>
            <w:tcW w:w="675" w:type="dxa"/>
            <w:vAlign w:val="center"/>
          </w:tcPr>
          <w:p w14:paraId="4DDA9112" w14:textId="77777777" w:rsidR="00E8197E" w:rsidRPr="005A2B78" w:rsidRDefault="00E8197E" w:rsidP="007F147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4FC4331" w14:textId="77777777" w:rsidR="00E8197E" w:rsidRPr="005A2B78" w:rsidRDefault="00E8197E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A2B78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E8197E" w:rsidRPr="00341DFC" w14:paraId="5643633A" w14:textId="77777777" w:rsidTr="007F1472">
        <w:tc>
          <w:tcPr>
            <w:tcW w:w="675" w:type="dxa"/>
            <w:vAlign w:val="center"/>
          </w:tcPr>
          <w:p w14:paraId="68A166B5" w14:textId="77777777" w:rsidR="00E8197E" w:rsidRPr="005A2B78" w:rsidRDefault="00E8197E" w:rsidP="007F147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2EE2D0F" w14:textId="77777777" w:rsidR="00E8197E" w:rsidRPr="005A2B78" w:rsidRDefault="00E8197E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72428C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16C6F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DB4E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54"/>
        <w:gridCol w:w="1891"/>
      </w:tblGrid>
      <w:tr w:rsidR="0085747A" w:rsidRPr="009C54AE" w14:paraId="50BAEE22" w14:textId="77777777" w:rsidTr="00E8197E">
        <w:tc>
          <w:tcPr>
            <w:tcW w:w="1701" w:type="dxa"/>
            <w:vAlign w:val="center"/>
          </w:tcPr>
          <w:p w14:paraId="5A574A04" w14:textId="77777777" w:rsidR="0085747A" w:rsidRPr="00E819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197E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E8197E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BF7330" w14:textId="77777777"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E8197E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1" w:type="dxa"/>
            <w:vAlign w:val="center"/>
          </w:tcPr>
          <w:p w14:paraId="08B2DC52" w14:textId="77777777"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E8197E" w:rsidRPr="005A2B78" w14:paraId="161DCA33" w14:textId="77777777" w:rsidTr="00E8197E">
        <w:tc>
          <w:tcPr>
            <w:tcW w:w="1701" w:type="dxa"/>
          </w:tcPr>
          <w:p w14:paraId="2E4E7EF8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9CA29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14:paraId="397D471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K_WO6</w:t>
            </w:r>
          </w:p>
        </w:tc>
      </w:tr>
      <w:tr w:rsidR="00E8197E" w:rsidRPr="005A2B78" w14:paraId="6CA3310C" w14:textId="77777777" w:rsidTr="00E8197E">
        <w:tc>
          <w:tcPr>
            <w:tcW w:w="1701" w:type="dxa"/>
          </w:tcPr>
          <w:p w14:paraId="0FE2D5E1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C33D9EE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14:paraId="3C3C33F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K_WO1, K_WO4, K_WO7</w:t>
            </w:r>
          </w:p>
        </w:tc>
      </w:tr>
      <w:tr w:rsidR="00E8197E" w:rsidRPr="005A2B78" w14:paraId="6C3B93CA" w14:textId="77777777" w:rsidTr="00E8197E">
        <w:trPr>
          <w:trHeight w:val="439"/>
        </w:trPr>
        <w:tc>
          <w:tcPr>
            <w:tcW w:w="1701" w:type="dxa"/>
          </w:tcPr>
          <w:p w14:paraId="4B9D85C8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5221D33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14:paraId="38C71BAC" w14:textId="77777777" w:rsidR="00E8197E" w:rsidRPr="005A2B78" w:rsidRDefault="00E8197E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K_WO2, K_W12</w:t>
            </w:r>
          </w:p>
          <w:p w14:paraId="497D6FE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1997A8CB" w14:textId="77777777" w:rsidTr="00E8197E">
        <w:trPr>
          <w:trHeight w:val="417"/>
        </w:trPr>
        <w:tc>
          <w:tcPr>
            <w:tcW w:w="1701" w:type="dxa"/>
          </w:tcPr>
          <w:p w14:paraId="44A18B2B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464C1EC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14:paraId="28703149" w14:textId="77777777" w:rsidR="00E8197E" w:rsidRPr="005A2B78" w:rsidRDefault="00E8197E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K_WO5</w:t>
            </w:r>
          </w:p>
          <w:p w14:paraId="731F79F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1D2B026C" w14:textId="77777777" w:rsidTr="00E8197E">
        <w:trPr>
          <w:trHeight w:val="424"/>
        </w:trPr>
        <w:tc>
          <w:tcPr>
            <w:tcW w:w="1701" w:type="dxa"/>
          </w:tcPr>
          <w:p w14:paraId="6A332B1E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80A00A7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14:paraId="42C7EFF1" w14:textId="77777777" w:rsidR="00E8197E" w:rsidRPr="005A2B78" w:rsidRDefault="00E8197E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K_WO3, K_WO8,K_WO9, K_W10</w:t>
            </w:r>
          </w:p>
          <w:p w14:paraId="0B4CD243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E8197E" w:rsidRPr="005A2B78" w14:paraId="5DFE34C2" w14:textId="77777777" w:rsidTr="00E8197E">
        <w:trPr>
          <w:trHeight w:val="402"/>
        </w:trPr>
        <w:tc>
          <w:tcPr>
            <w:tcW w:w="1701" w:type="dxa"/>
          </w:tcPr>
          <w:p w14:paraId="1608B7E9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78434D7" w14:textId="77777777" w:rsidR="00E8197E" w:rsidRPr="007E6B4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14:paraId="55EC1C15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K_UO1</w:t>
            </w:r>
          </w:p>
        </w:tc>
      </w:tr>
      <w:tr w:rsidR="00E8197E" w:rsidRPr="005A2B78" w14:paraId="413E455E" w14:textId="77777777" w:rsidTr="00E8197E">
        <w:trPr>
          <w:trHeight w:val="384"/>
        </w:trPr>
        <w:tc>
          <w:tcPr>
            <w:tcW w:w="1701" w:type="dxa"/>
          </w:tcPr>
          <w:p w14:paraId="7C3ADC3A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1F9088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 w:rsidR="00BD739A">
              <w:rPr>
                <w:rFonts w:ascii="Corbel" w:hAnsi="Corbel"/>
                <w:sz w:val="24"/>
                <w:szCs w:val="24"/>
              </w:rPr>
              <w:t>analizuje zmiany w tym zakresie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14:paraId="4AF8AE29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K_UO1, K_UO3</w:t>
            </w:r>
          </w:p>
        </w:tc>
      </w:tr>
      <w:tr w:rsidR="00E8197E" w:rsidRPr="007E6B4C" w14:paraId="404FC419" w14:textId="77777777" w:rsidTr="00E8197E">
        <w:trPr>
          <w:trHeight w:val="507"/>
        </w:trPr>
        <w:tc>
          <w:tcPr>
            <w:tcW w:w="1701" w:type="dxa"/>
          </w:tcPr>
          <w:p w14:paraId="0CF80543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1EE9436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14:paraId="58B8B049" w14:textId="77777777" w:rsidR="00E8197E" w:rsidRPr="007E6B4C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E8197E" w:rsidRPr="005A2B78" w14:paraId="2C93D5C7" w14:textId="77777777" w:rsidTr="00E8197E">
        <w:trPr>
          <w:trHeight w:val="505"/>
        </w:trPr>
        <w:tc>
          <w:tcPr>
            <w:tcW w:w="1701" w:type="dxa"/>
          </w:tcPr>
          <w:p w14:paraId="4F22DC48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76990E6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</w:t>
            </w:r>
            <w:r w:rsidRPr="007E6B4C">
              <w:rPr>
                <w:rFonts w:ascii="Corbel" w:hAnsi="Corbel"/>
                <w:sz w:val="24"/>
                <w:szCs w:val="24"/>
              </w:rPr>
              <w:lastRenderedPageBreak/>
              <w:t xml:space="preserve">oskarżenia, postanowienia i zarządzenia w kwestii środków przymusu). </w:t>
            </w:r>
          </w:p>
        </w:tc>
        <w:tc>
          <w:tcPr>
            <w:tcW w:w="1891" w:type="dxa"/>
          </w:tcPr>
          <w:p w14:paraId="77E879C1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lastRenderedPageBreak/>
              <w:t>K_UO9</w:t>
            </w:r>
          </w:p>
        </w:tc>
      </w:tr>
      <w:tr w:rsidR="00E8197E" w:rsidRPr="005A2B78" w14:paraId="75E19A34" w14:textId="77777777" w:rsidTr="00E8197E">
        <w:trPr>
          <w:trHeight w:val="414"/>
        </w:trPr>
        <w:tc>
          <w:tcPr>
            <w:tcW w:w="1701" w:type="dxa"/>
          </w:tcPr>
          <w:p w14:paraId="3E7D0617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D5F6F2E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91" w:type="dxa"/>
          </w:tcPr>
          <w:p w14:paraId="313914D9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K_UO4, K_UO5, K_U10</w:t>
            </w:r>
          </w:p>
        </w:tc>
      </w:tr>
      <w:tr w:rsidR="00E8197E" w:rsidRPr="005A2B78" w14:paraId="6C0D0FE7" w14:textId="77777777" w:rsidTr="00E8197E">
        <w:trPr>
          <w:trHeight w:val="722"/>
        </w:trPr>
        <w:tc>
          <w:tcPr>
            <w:tcW w:w="1701" w:type="dxa"/>
          </w:tcPr>
          <w:p w14:paraId="6AE5A0C5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655845B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14:paraId="19C341FF" w14:textId="77777777"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K_UO6, K_UO7, K_UO8, K_U11, K_U15, K_U16</w:t>
            </w:r>
          </w:p>
          <w:p w14:paraId="72C78A2F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63F6C81C" w14:textId="77777777" w:rsidTr="00E8197E">
        <w:trPr>
          <w:trHeight w:val="722"/>
        </w:trPr>
        <w:tc>
          <w:tcPr>
            <w:tcW w:w="1701" w:type="dxa"/>
          </w:tcPr>
          <w:p w14:paraId="4C28013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35C43F6D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14:paraId="44C21044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K_KO1</w:t>
            </w:r>
          </w:p>
        </w:tc>
      </w:tr>
      <w:tr w:rsidR="00E8197E" w:rsidRPr="005A2B78" w14:paraId="749810B3" w14:textId="77777777" w:rsidTr="00E8197E">
        <w:trPr>
          <w:trHeight w:val="722"/>
        </w:trPr>
        <w:tc>
          <w:tcPr>
            <w:tcW w:w="1701" w:type="dxa"/>
          </w:tcPr>
          <w:p w14:paraId="0D67B7FC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5F0A01E8" w14:textId="77777777" w:rsidR="00E8197E" w:rsidRPr="005A2B78" w:rsidRDefault="00E8197E" w:rsidP="007F147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procesu. </w:t>
            </w:r>
          </w:p>
        </w:tc>
        <w:tc>
          <w:tcPr>
            <w:tcW w:w="1891" w:type="dxa"/>
          </w:tcPr>
          <w:p w14:paraId="1DF80670" w14:textId="77777777" w:rsidR="00E8197E" w:rsidRPr="005A2B78" w:rsidRDefault="00E8197E" w:rsidP="007F147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K_KO5, K_KO6</w:t>
            </w:r>
          </w:p>
          <w:p w14:paraId="4F1BB268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47B27F7D" w14:textId="77777777" w:rsidTr="00E8197E">
        <w:trPr>
          <w:trHeight w:val="722"/>
        </w:trPr>
        <w:tc>
          <w:tcPr>
            <w:tcW w:w="1701" w:type="dxa"/>
          </w:tcPr>
          <w:p w14:paraId="08C5A9D4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2210D4CD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14:paraId="7AC08B72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K_KO2, K_Ko3</w:t>
            </w:r>
          </w:p>
        </w:tc>
      </w:tr>
      <w:tr w:rsidR="00E8197E" w:rsidRPr="005A2B78" w14:paraId="4A3596FA" w14:textId="77777777" w:rsidTr="00E8197E">
        <w:trPr>
          <w:trHeight w:val="722"/>
        </w:trPr>
        <w:tc>
          <w:tcPr>
            <w:tcW w:w="1701" w:type="dxa"/>
          </w:tcPr>
          <w:p w14:paraId="25D1A79E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77181DA1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14:paraId="7335A365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K_KO7, K_KO8</w:t>
            </w:r>
          </w:p>
          <w:p w14:paraId="6BCA47E9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E8197E" w:rsidRPr="005A2B78" w14:paraId="2A69C809" w14:textId="77777777" w:rsidTr="00E8197E">
        <w:trPr>
          <w:trHeight w:val="722"/>
        </w:trPr>
        <w:tc>
          <w:tcPr>
            <w:tcW w:w="1701" w:type="dxa"/>
          </w:tcPr>
          <w:p w14:paraId="04EDCCDD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31D8FE2C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14:paraId="6C9BA730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K_KO7</w:t>
            </w:r>
          </w:p>
        </w:tc>
      </w:tr>
      <w:tr w:rsidR="00E8197E" w:rsidRPr="005A2B78" w14:paraId="0040121E" w14:textId="77777777" w:rsidTr="00E8197E">
        <w:tc>
          <w:tcPr>
            <w:tcW w:w="1701" w:type="dxa"/>
          </w:tcPr>
          <w:p w14:paraId="372BD4D1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27901DB5" w14:textId="77777777"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14:paraId="5ED0830A" w14:textId="77777777"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K_KO2</w:t>
            </w:r>
          </w:p>
        </w:tc>
      </w:tr>
    </w:tbl>
    <w:p w14:paraId="3503C9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869C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DF2F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29F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00FA" w:rsidRPr="00AF4A52" w14:paraId="473B4A1B" w14:textId="77777777" w:rsidTr="00E8197E">
        <w:tc>
          <w:tcPr>
            <w:tcW w:w="9639" w:type="dxa"/>
          </w:tcPr>
          <w:p w14:paraId="689214F8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700FA" w:rsidRPr="00AF4A52" w14:paraId="5BC6795B" w14:textId="77777777" w:rsidTr="00E8197E">
        <w:tc>
          <w:tcPr>
            <w:tcW w:w="9639" w:type="dxa"/>
          </w:tcPr>
          <w:p w14:paraId="4896C9BF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tendencje rozwojowe procesu karnego, cele, stosunki i funkcje procesowe oraz przedmiot procesu karnego, źródła prawa karnego procesowego,  funkcje norm prawa karnego procesowego, obowiązywanie prawa karnego procesowego w miejscu i czasie, wykładnia prawa karnego procesowego, działy procesu karnego, tryby ścigania przestępstw) – 1 godz.</w:t>
            </w:r>
          </w:p>
        </w:tc>
      </w:tr>
      <w:tr w:rsidR="00C700FA" w:rsidRPr="00AF4A52" w14:paraId="3F439785" w14:textId="77777777" w:rsidTr="005A15EA">
        <w:tc>
          <w:tcPr>
            <w:tcW w:w="9639" w:type="dxa"/>
          </w:tcPr>
          <w:p w14:paraId="682A7125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3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0F940311" w14:textId="77777777" w:rsidTr="005A15EA">
        <w:tc>
          <w:tcPr>
            <w:tcW w:w="9639" w:type="dxa"/>
          </w:tcPr>
          <w:p w14:paraId="1F18A58E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3 godz. </w:t>
            </w:r>
          </w:p>
        </w:tc>
      </w:tr>
      <w:tr w:rsidR="00C700FA" w:rsidRPr="00AF4A52" w14:paraId="74A1B1DE" w14:textId="77777777" w:rsidTr="005A15EA">
        <w:tc>
          <w:tcPr>
            <w:tcW w:w="9639" w:type="dxa"/>
          </w:tcPr>
          <w:p w14:paraId="3C466BC8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Postępowanie dowodowe. Dowód: definicja oraz jego źródła i środki dowodowe, zakazy dowodowe, czynności dowodowe, rola organów procesowych oraz stron w procesie dowodzenia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3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58F4BE1E" w14:textId="77777777" w:rsidTr="005A15EA">
        <w:tc>
          <w:tcPr>
            <w:tcW w:w="9639" w:type="dxa"/>
          </w:tcPr>
          <w:p w14:paraId="7A318629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wadliwość czynności procesowych – 2 godz.</w:t>
            </w:r>
          </w:p>
        </w:tc>
      </w:tr>
      <w:tr w:rsidR="00C700FA" w:rsidRPr="00AF4A52" w14:paraId="4D8DCEFD" w14:textId="77777777" w:rsidTr="00E8197E">
        <w:tc>
          <w:tcPr>
            <w:tcW w:w="9639" w:type="dxa"/>
          </w:tcPr>
          <w:p w14:paraId="402E5C0A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2 godz.</w:t>
            </w:r>
          </w:p>
        </w:tc>
      </w:tr>
      <w:tr w:rsidR="00C700FA" w:rsidRPr="00AF4A52" w14:paraId="4C2475FE" w14:textId="77777777" w:rsidTr="00E8197E">
        <w:tc>
          <w:tcPr>
            <w:tcW w:w="9639" w:type="dxa"/>
          </w:tcPr>
          <w:p w14:paraId="544A9434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zaistnienia - 1 godz.</w:t>
            </w:r>
          </w:p>
        </w:tc>
      </w:tr>
      <w:tr w:rsidR="00C700FA" w:rsidRPr="00AF4A52" w14:paraId="08F10D59" w14:textId="77777777" w:rsidTr="00E8197E">
        <w:tc>
          <w:tcPr>
            <w:tcW w:w="9639" w:type="dxa"/>
          </w:tcPr>
          <w:p w14:paraId="2DCF68B7" w14:textId="77777777" w:rsidR="00C700FA" w:rsidRPr="007E6B4C" w:rsidRDefault="00C700FA" w:rsidP="00C700FA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postępowania przygotowawczego - 2 godz.</w:t>
            </w:r>
          </w:p>
        </w:tc>
      </w:tr>
      <w:tr w:rsidR="00C700FA" w:rsidRPr="00AF4A52" w14:paraId="0245F4AF" w14:textId="77777777" w:rsidTr="00E8197E">
        <w:tc>
          <w:tcPr>
            <w:tcW w:w="9639" w:type="dxa"/>
          </w:tcPr>
          <w:p w14:paraId="2299D325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wydaniu wyroku)  - 3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36F90DD9" w14:textId="77777777" w:rsidTr="00E8197E">
        <w:tc>
          <w:tcPr>
            <w:tcW w:w="9639" w:type="dxa"/>
          </w:tcPr>
          <w:p w14:paraId="50C88091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 in peius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 peius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sądu odwoławczego)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14:paraId="72FEC48A" w14:textId="77777777" w:rsidTr="00E8197E">
        <w:tc>
          <w:tcPr>
            <w:tcW w:w="9639" w:type="dxa"/>
          </w:tcPr>
          <w:p w14:paraId="0B952024" w14:textId="77777777" w:rsidR="00C700FA" w:rsidRPr="007E6B4C" w:rsidRDefault="00C700FA" w:rsidP="00311F2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prywatnoskargowe, przyspieszone) - 2 godz.</w:t>
            </w:r>
          </w:p>
        </w:tc>
      </w:tr>
      <w:tr w:rsidR="00C700FA" w:rsidRPr="00AF4A52" w14:paraId="12087906" w14:textId="77777777" w:rsidTr="00E8197E">
        <w:tc>
          <w:tcPr>
            <w:tcW w:w="9639" w:type="dxa"/>
          </w:tcPr>
          <w:p w14:paraId="32C6DC91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- 2 godz.</w:t>
            </w:r>
          </w:p>
        </w:tc>
      </w:tr>
      <w:tr w:rsidR="00C700FA" w:rsidRPr="00AF4A52" w14:paraId="285D8B73" w14:textId="77777777" w:rsidTr="00E8197E">
        <w:tc>
          <w:tcPr>
            <w:tcW w:w="9639" w:type="dxa"/>
          </w:tcPr>
          <w:p w14:paraId="6A17A68E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Międzynarodowym Trybunałem Karnym) - 2 godz.</w:t>
            </w:r>
          </w:p>
        </w:tc>
      </w:tr>
      <w:tr w:rsidR="00C700FA" w:rsidRPr="00AF4A52" w14:paraId="60A63590" w14:textId="77777777" w:rsidTr="00E8197E">
        <w:tc>
          <w:tcPr>
            <w:tcW w:w="9639" w:type="dxa"/>
          </w:tcPr>
          <w:p w14:paraId="27BB89E7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- 1 godz.</w:t>
            </w:r>
          </w:p>
        </w:tc>
      </w:tr>
    </w:tbl>
    <w:p w14:paraId="6361BC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8BC5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82BE7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197E" w:rsidRPr="00AF4A52" w14:paraId="53639596" w14:textId="77777777" w:rsidTr="00E8197E">
        <w:tc>
          <w:tcPr>
            <w:tcW w:w="9639" w:type="dxa"/>
          </w:tcPr>
          <w:p w14:paraId="176D33A9" w14:textId="77777777" w:rsidR="00E8197E" w:rsidRPr="007E6B4C" w:rsidRDefault="00E8197E" w:rsidP="007F14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E8197E" w:rsidRPr="00AF4A52" w14:paraId="61722EB3" w14:textId="77777777" w:rsidTr="00E8197E">
        <w:tc>
          <w:tcPr>
            <w:tcW w:w="9639" w:type="dxa"/>
          </w:tcPr>
          <w:p w14:paraId="2E6E885D" w14:textId="77777777" w:rsidR="00E8197E" w:rsidRPr="007E6B4C" w:rsidRDefault="00E8197E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audytoryjnych: </w:t>
            </w:r>
          </w:p>
        </w:tc>
      </w:tr>
      <w:tr w:rsidR="00BC12CA" w:rsidRPr="00AF4A52" w14:paraId="00C681C4" w14:textId="77777777" w:rsidTr="00E8197E">
        <w:tc>
          <w:tcPr>
            <w:tcW w:w="9639" w:type="dxa"/>
          </w:tcPr>
          <w:p w14:paraId="74767DD6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1. Konkretne naczelne zasady procesowe – klasyfikacja i charakterystyka – 4 godz.</w:t>
            </w:r>
          </w:p>
        </w:tc>
      </w:tr>
      <w:tr w:rsidR="00BC12CA" w:rsidRPr="00AF4A52" w14:paraId="220B22AD" w14:textId="77777777" w:rsidTr="00E8197E">
        <w:tc>
          <w:tcPr>
            <w:tcW w:w="9639" w:type="dxa"/>
          </w:tcPr>
          <w:p w14:paraId="5A6CFBF7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</w:rPr>
              <w:t>2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Uczestnicy procesu karnego: systematyka i ich role procesowe – 6 godz.</w:t>
            </w:r>
          </w:p>
        </w:tc>
      </w:tr>
      <w:tr w:rsidR="00BC12CA" w:rsidRPr="00AF4A52" w14:paraId="08930778" w14:textId="77777777" w:rsidTr="00E8197E">
        <w:tc>
          <w:tcPr>
            <w:tcW w:w="9639" w:type="dxa"/>
          </w:tcPr>
          <w:p w14:paraId="203E1407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3. Dopuszczalność procesu karnego: pojęcie przesłanek procesowych, ich systematyka oraz konsekwencje ich zaistnienia – 4 godz.</w:t>
            </w:r>
          </w:p>
        </w:tc>
      </w:tr>
      <w:tr w:rsidR="00BC12CA" w:rsidRPr="00AF4A52" w14:paraId="049C6CC6" w14:textId="77777777" w:rsidTr="00E8197E">
        <w:tc>
          <w:tcPr>
            <w:tcW w:w="9639" w:type="dxa"/>
          </w:tcPr>
          <w:p w14:paraId="0B923F8B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 Czynności procesowe – definicja, klasyfikacje czynności, wadliwość czynności procesowych – 4 godz.</w:t>
            </w:r>
          </w:p>
        </w:tc>
      </w:tr>
      <w:tr w:rsidR="00BC12CA" w:rsidRPr="00AF4A52" w14:paraId="72FF4CC0" w14:textId="77777777" w:rsidTr="00E8197E">
        <w:tc>
          <w:tcPr>
            <w:tcW w:w="9639" w:type="dxa"/>
          </w:tcPr>
          <w:p w14:paraId="0005A107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Dowodzenie: definicja dowodu, rodzaje dowodów, dopuszczalność dowodów, zakazy dowodowe, etapy dowodzenia, źródła i środki dowodowe – 6 godz.</w:t>
            </w:r>
          </w:p>
        </w:tc>
      </w:tr>
      <w:tr w:rsidR="00BC12CA" w:rsidRPr="00AF4A52" w14:paraId="25C611C7" w14:textId="77777777" w:rsidTr="00E8197E">
        <w:tc>
          <w:tcPr>
            <w:tcW w:w="9639" w:type="dxa"/>
          </w:tcPr>
          <w:p w14:paraId="47305F55" w14:textId="77777777" w:rsidR="00BC12CA" w:rsidRPr="00BC12CA" w:rsidRDefault="00BC12CA" w:rsidP="00BC12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6. 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– 4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BC12CA" w:rsidRPr="00AF4A52" w14:paraId="5E7BBDEE" w14:textId="77777777" w:rsidTr="00E8197E">
        <w:tc>
          <w:tcPr>
            <w:tcW w:w="9639" w:type="dxa"/>
          </w:tcPr>
          <w:p w14:paraId="3AA4C73A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7. Przebieg postępowania przygotowawczego (śledztwa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dochodzenia), źródła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o przestępstwie, czynności sprawdzające, wszczęcie postępowania przygotowawczego, przedstawienie zarzutów,  czynności śledztwa i dochodzenia, zakończenie postępowania przygotowawczego, nadzór – 2 godz.</w:t>
            </w:r>
          </w:p>
        </w:tc>
      </w:tr>
      <w:tr w:rsidR="00BC12CA" w:rsidRPr="00AF4A52" w14:paraId="3FCF28CE" w14:textId="77777777" w:rsidTr="00E8197E">
        <w:tc>
          <w:tcPr>
            <w:tcW w:w="9639" w:type="dxa"/>
          </w:tcPr>
          <w:p w14:paraId="4C3246B3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8. Oddanie pod sąd – formalna i merytoryczna wstępna ko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ntrola aktu oskarżenia – 2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BC12CA" w:rsidRPr="00AF4A52" w14:paraId="57117AD7" w14:textId="77777777" w:rsidTr="00E8197E">
        <w:tc>
          <w:tcPr>
            <w:tcW w:w="9639" w:type="dxa"/>
          </w:tcPr>
          <w:p w14:paraId="095D3045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9. Procedowanie sądu I instan</w:t>
            </w:r>
            <w:r w:rsidR="0044207C">
              <w:rPr>
                <w:rFonts w:ascii="Corbel" w:hAnsi="Corbel"/>
                <w:sz w:val="24"/>
                <w:szCs w:val="24"/>
                <w:lang w:eastAsia="pl-PL"/>
              </w:rPr>
              <w:t>cji (posiedzenie i rozprawa) – 3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   </w:t>
            </w:r>
          </w:p>
        </w:tc>
      </w:tr>
      <w:tr w:rsidR="00BC12CA" w:rsidRPr="00AF4A52" w14:paraId="77D50A92" w14:textId="77777777" w:rsidTr="00E8197E">
        <w:tc>
          <w:tcPr>
            <w:tcW w:w="9639" w:type="dxa"/>
          </w:tcPr>
          <w:p w14:paraId="54A277A6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10.Wyrokowanie i czynności końcowe po wydaniu wyroku – 1 godz.</w:t>
            </w:r>
          </w:p>
        </w:tc>
      </w:tr>
      <w:tr w:rsidR="00BC12CA" w:rsidRPr="00AF4A52" w14:paraId="774AA4A7" w14:textId="77777777" w:rsidTr="00E8197E">
        <w:tc>
          <w:tcPr>
            <w:tcW w:w="9639" w:type="dxa"/>
          </w:tcPr>
          <w:p w14:paraId="43037920" w14:textId="77777777"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11.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 in peius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ne peius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, cofniecie środka odwoławczego, sposoby rozstrzygnięcia sądu odwoławczego) – 2 godz.</w:t>
            </w:r>
          </w:p>
        </w:tc>
      </w:tr>
      <w:tr w:rsidR="00BC12CA" w:rsidRPr="00AF4A52" w14:paraId="3AA2F097" w14:textId="77777777" w:rsidTr="00E8197E">
        <w:tc>
          <w:tcPr>
            <w:tcW w:w="9639" w:type="dxa"/>
          </w:tcPr>
          <w:p w14:paraId="059B8751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Postępowania szczególne (uproszczone, nakazowe, prywatnoskargowe, przyspieszone) – 2 godz.</w:t>
            </w:r>
          </w:p>
        </w:tc>
      </w:tr>
      <w:tr w:rsidR="00BC12CA" w:rsidRPr="00AF4A52" w14:paraId="1CC188D1" w14:textId="77777777" w:rsidTr="00E8197E">
        <w:tc>
          <w:tcPr>
            <w:tcW w:w="9639" w:type="dxa"/>
          </w:tcPr>
          <w:p w14:paraId="17F4933F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po upraw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omocnieniu się orzeczenia (podję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cie postępowania warunkowo umorzonego, odszkodowanie za niesłuszne skazanie, tymczasowe aresztowanie lub  zatrzymanie, postępowanie ułaskawieniowe, wyrok łączny) – 2 godz. </w:t>
            </w:r>
          </w:p>
        </w:tc>
      </w:tr>
      <w:tr w:rsidR="00BC12CA" w:rsidRPr="00AF4A52" w14:paraId="73B7919C" w14:textId="77777777" w:rsidTr="00E8197E">
        <w:tc>
          <w:tcPr>
            <w:tcW w:w="9639" w:type="dxa"/>
          </w:tcPr>
          <w:p w14:paraId="47AA84DB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w sprawach karnych ze stosunków międzynarodowych (pomoc prawna, wspólne zespoły śledcze, ekstradycja, europejski nakaz aresz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towania i inne formy współpracy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w obszarze Unii Europejskiej, przejęcie i przekazanie ścigania oraz orzeczenia do wykonania współpraca z Międzynarodowym Trybunałem Karnym) – 2 godz.</w:t>
            </w:r>
          </w:p>
        </w:tc>
      </w:tr>
      <w:tr w:rsidR="00BC12CA" w:rsidRPr="00AF4A52" w14:paraId="6A2CE63A" w14:textId="77777777" w:rsidTr="00E8197E">
        <w:tc>
          <w:tcPr>
            <w:tcW w:w="9639" w:type="dxa"/>
          </w:tcPr>
          <w:p w14:paraId="6459F585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Orzekanie o kosztach procesu, zwolnienie od kosztów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sądowych,  obciążanie kosztami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i wysokość kosztów, koszty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a tzw. opłaty kancelaryjne) – 1 godz. </w:t>
            </w:r>
          </w:p>
        </w:tc>
      </w:tr>
      <w:tr w:rsidR="00BC12CA" w:rsidRPr="00AF4A52" w14:paraId="431182DC" w14:textId="77777777" w:rsidTr="00E8197E">
        <w:trPr>
          <w:trHeight w:val="392"/>
        </w:trPr>
        <w:tc>
          <w:tcPr>
            <w:tcW w:w="9639" w:type="dxa"/>
          </w:tcPr>
          <w:p w14:paraId="57892306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praktycznych: </w:t>
            </w:r>
          </w:p>
        </w:tc>
      </w:tr>
      <w:tr w:rsidR="00BC12CA" w:rsidRPr="00AF4A52" w14:paraId="589A0B86" w14:textId="77777777" w:rsidTr="00E8197E">
        <w:trPr>
          <w:trHeight w:val="653"/>
        </w:trPr>
        <w:tc>
          <w:tcPr>
            <w:tcW w:w="9639" w:type="dxa"/>
          </w:tcPr>
          <w:p w14:paraId="11D5F80F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BC12CA" w:rsidRPr="00AF4A52" w14:paraId="5ADE6914" w14:textId="77777777" w:rsidTr="00E8197E">
        <w:tc>
          <w:tcPr>
            <w:tcW w:w="9639" w:type="dxa"/>
          </w:tcPr>
          <w:p w14:paraId="28B8F6BD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BC12CA" w:rsidRPr="00AF4A52" w14:paraId="31A35024" w14:textId="77777777" w:rsidTr="00E8197E">
        <w:tc>
          <w:tcPr>
            <w:tcW w:w="9639" w:type="dxa"/>
          </w:tcPr>
          <w:p w14:paraId="21721BDA" w14:textId="77777777" w:rsidR="00BC12CA" w:rsidRPr="007E6B4C" w:rsidRDefault="00BC12CA" w:rsidP="007F14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BC12CA" w:rsidRPr="00AF4A52" w14:paraId="5D85AAA0" w14:textId="77777777" w:rsidTr="00E8197E">
        <w:tc>
          <w:tcPr>
            <w:tcW w:w="9639" w:type="dxa"/>
          </w:tcPr>
          <w:p w14:paraId="614635AA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BC12CA" w:rsidRPr="00AF4A52" w14:paraId="626FC9DB" w14:textId="77777777" w:rsidTr="00E8197E">
        <w:tc>
          <w:tcPr>
            <w:tcW w:w="9639" w:type="dxa"/>
          </w:tcPr>
          <w:p w14:paraId="6BEF9D3B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BC12CA" w:rsidRPr="00AF4A52" w14:paraId="0D8664F7" w14:textId="77777777" w:rsidTr="00E8197E">
        <w:tc>
          <w:tcPr>
            <w:tcW w:w="9639" w:type="dxa"/>
          </w:tcPr>
          <w:p w14:paraId="759FC646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BC12CA" w:rsidRPr="00AF4A52" w14:paraId="533E988A" w14:textId="77777777" w:rsidTr="00E8197E">
        <w:tc>
          <w:tcPr>
            <w:tcW w:w="9639" w:type="dxa"/>
          </w:tcPr>
          <w:p w14:paraId="77DC232E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236ED7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53DC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35D1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F839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F28F07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09D8AD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BD739A">
        <w:rPr>
          <w:rFonts w:ascii="Corbel" w:hAnsi="Corbel"/>
          <w:b w:val="0"/>
          <w:i/>
          <w:smallCaps w:val="0"/>
          <w:sz w:val="20"/>
          <w:szCs w:val="20"/>
        </w:rPr>
        <w:t xml:space="preserve"> praca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6E4989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BE0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8E81" w14:textId="77777777" w:rsidR="00E8197E" w:rsidRPr="0046639C" w:rsidRDefault="00E8197E" w:rsidP="00E8197E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28BDDBEF" w14:textId="77777777" w:rsidR="00E8197E" w:rsidRPr="0046639C" w:rsidRDefault="00E8197E" w:rsidP="00E8197E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</w:t>
      </w:r>
      <w:r w:rsidRPr="0046639C">
        <w:rPr>
          <w:rFonts w:ascii="Corbel" w:eastAsia="Cambria" w:hAnsi="Corbel"/>
          <w:sz w:val="24"/>
          <w:szCs w:val="24"/>
        </w:rPr>
        <w:t xml:space="preserve"> kazusów,</w:t>
      </w:r>
      <w:r w:rsidRPr="0046639C">
        <w:rPr>
          <w:rFonts w:ascii="Corbel" w:eastAsia="Cambria" w:hAnsi="Corbel"/>
          <w:b/>
          <w:sz w:val="24"/>
          <w:szCs w:val="24"/>
        </w:rPr>
        <w:t xml:space="preserve"> </w:t>
      </w:r>
      <w:r w:rsidRPr="0046639C">
        <w:rPr>
          <w:rFonts w:ascii="Corbel" w:eastAsia="Cambria" w:hAnsi="Corbel"/>
          <w:sz w:val="24"/>
          <w:szCs w:val="24"/>
        </w:rPr>
        <w:t xml:space="preserve">udział w ramach zajęć praktycznych w rozprawach sądowych, prezentowanie i przygotowywanie projektów pism procesowych  </w:t>
      </w:r>
    </w:p>
    <w:p w14:paraId="16AB16F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9D1C4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253D1F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AB1E0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AC44B9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E8197E" w:rsidRPr="005E6E85" w14:paraId="674CA364" w14:textId="77777777" w:rsidTr="00E8197E">
        <w:tc>
          <w:tcPr>
            <w:tcW w:w="1985" w:type="dxa"/>
          </w:tcPr>
          <w:p w14:paraId="02D50D95" w14:textId="77777777" w:rsidR="007F1472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4276AC39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Symbol efektu</w:t>
            </w:r>
          </w:p>
          <w:p w14:paraId="5DB9EF28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4118CA51" w14:textId="77777777" w:rsidR="00E8197E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6F1657C5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</w:tcPr>
          <w:p w14:paraId="4732124F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Forma zajęć dydaktycznych</w:t>
            </w:r>
          </w:p>
          <w:p w14:paraId="66F53059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(w, ćw, …)</w:t>
            </w:r>
          </w:p>
        </w:tc>
      </w:tr>
      <w:tr w:rsidR="00E8197E" w:rsidRPr="005E6E85" w14:paraId="22D90A7E" w14:textId="77777777" w:rsidTr="00E8197E">
        <w:tc>
          <w:tcPr>
            <w:tcW w:w="1985" w:type="dxa"/>
          </w:tcPr>
          <w:p w14:paraId="02252419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65E694B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14:paraId="59E4352E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Pr="0046639C">
              <w:rPr>
                <w:rFonts w:ascii="Corbel" w:hAnsi="Corbel"/>
                <w:b w:val="0"/>
                <w:szCs w:val="24"/>
              </w:rPr>
              <w:t>, ćw. audytoryjne</w:t>
            </w:r>
          </w:p>
        </w:tc>
      </w:tr>
      <w:tr w:rsidR="00E8197E" w:rsidRPr="005E6E85" w14:paraId="1A2C5F8F" w14:textId="77777777" w:rsidTr="00E8197E">
        <w:tc>
          <w:tcPr>
            <w:tcW w:w="1985" w:type="dxa"/>
          </w:tcPr>
          <w:p w14:paraId="7B74430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3BAF9E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14:paraId="2ACD1F09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14:paraId="0888C57E" w14:textId="77777777" w:rsidTr="00E8197E">
        <w:tc>
          <w:tcPr>
            <w:tcW w:w="1985" w:type="dxa"/>
          </w:tcPr>
          <w:p w14:paraId="335AA8C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380973C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5DAB1D1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14:paraId="362A91E4" w14:textId="77777777" w:rsidTr="00E8197E">
        <w:tc>
          <w:tcPr>
            <w:tcW w:w="1985" w:type="dxa"/>
          </w:tcPr>
          <w:p w14:paraId="020D321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4F47627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</w:t>
            </w:r>
            <w:r w:rsidR="003F115E" w:rsidRPr="0046639C">
              <w:rPr>
                <w:rFonts w:ascii="Corbel" w:hAnsi="Corbel"/>
                <w:b w:val="0"/>
                <w:szCs w:val="24"/>
              </w:rPr>
              <w:t>przygotowanie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projektu pisma procesoweg</w:t>
            </w:r>
            <w:r w:rsidR="003F115E"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26" w:type="dxa"/>
          </w:tcPr>
          <w:p w14:paraId="009A2FD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audytoryjne,</w:t>
            </w:r>
          </w:p>
        </w:tc>
      </w:tr>
      <w:tr w:rsidR="00E8197E" w:rsidRPr="005E6E85" w14:paraId="22765A10" w14:textId="77777777" w:rsidTr="00E8197E">
        <w:tc>
          <w:tcPr>
            <w:tcW w:w="1985" w:type="dxa"/>
          </w:tcPr>
          <w:p w14:paraId="1A2BAD8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528" w:type="dxa"/>
          </w:tcPr>
          <w:p w14:paraId="18ADB15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5A7A575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14:paraId="22E2364C" w14:textId="77777777" w:rsidTr="00E8197E">
        <w:tc>
          <w:tcPr>
            <w:tcW w:w="1985" w:type="dxa"/>
          </w:tcPr>
          <w:p w14:paraId="3169D20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528" w:type="dxa"/>
          </w:tcPr>
          <w:p w14:paraId="43AB5BE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1FF2062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14:paraId="6FDC7B8E" w14:textId="77777777" w:rsidTr="00E8197E">
        <w:tc>
          <w:tcPr>
            <w:tcW w:w="1985" w:type="dxa"/>
          </w:tcPr>
          <w:p w14:paraId="5B49C35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528" w:type="dxa"/>
          </w:tcPr>
          <w:p w14:paraId="37D7061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4F11905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audytoryjne, ćw. praktyczne</w:t>
            </w:r>
          </w:p>
        </w:tc>
      </w:tr>
      <w:tr w:rsidR="00E8197E" w:rsidRPr="005E6E85" w14:paraId="4AC9735C" w14:textId="77777777" w:rsidTr="00E8197E">
        <w:tc>
          <w:tcPr>
            <w:tcW w:w="1985" w:type="dxa"/>
          </w:tcPr>
          <w:p w14:paraId="787CD7C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86E6AA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6EFF14A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14:paraId="6B7A1EDF" w14:textId="77777777" w:rsidTr="00E8197E">
        <w:tc>
          <w:tcPr>
            <w:tcW w:w="1985" w:type="dxa"/>
          </w:tcPr>
          <w:p w14:paraId="2D5B7EF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_09</w:t>
            </w:r>
          </w:p>
        </w:tc>
        <w:tc>
          <w:tcPr>
            <w:tcW w:w="5528" w:type="dxa"/>
          </w:tcPr>
          <w:p w14:paraId="2A21BA5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14:paraId="6AF59C4D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7FE76A91" w14:textId="77777777" w:rsidTr="00E8197E">
        <w:tc>
          <w:tcPr>
            <w:tcW w:w="1985" w:type="dxa"/>
          </w:tcPr>
          <w:p w14:paraId="46FF363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_10</w:t>
            </w:r>
          </w:p>
        </w:tc>
        <w:tc>
          <w:tcPr>
            <w:tcW w:w="5528" w:type="dxa"/>
          </w:tcPr>
          <w:p w14:paraId="47D0AB49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 w:rsidR="007F1472"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2B47E34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audytoryjne, </w:t>
            </w:r>
            <w:r>
              <w:rPr>
                <w:rFonts w:ascii="Corbel" w:hAnsi="Corbel"/>
                <w:b w:val="0"/>
                <w:szCs w:val="24"/>
              </w:rPr>
              <w:t>ć</w:t>
            </w:r>
            <w:r w:rsidR="007F1472">
              <w:rPr>
                <w:rFonts w:ascii="Corbel" w:hAnsi="Corbel"/>
                <w:b w:val="0"/>
                <w:szCs w:val="24"/>
              </w:rPr>
              <w:t>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4E7E43B3" w14:textId="77777777" w:rsidTr="00E8197E">
        <w:tc>
          <w:tcPr>
            <w:tcW w:w="1985" w:type="dxa"/>
          </w:tcPr>
          <w:p w14:paraId="6BF030F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_11</w:t>
            </w:r>
          </w:p>
        </w:tc>
        <w:tc>
          <w:tcPr>
            <w:tcW w:w="5528" w:type="dxa"/>
          </w:tcPr>
          <w:p w14:paraId="789349F8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4589B1FE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14:paraId="01394E5E" w14:textId="77777777" w:rsidTr="00E8197E">
        <w:tc>
          <w:tcPr>
            <w:tcW w:w="1985" w:type="dxa"/>
          </w:tcPr>
          <w:p w14:paraId="5CF80F7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3376B947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 w:rsidR="00E8197E">
              <w:rPr>
                <w:rFonts w:ascii="Corbel" w:hAnsi="Corbel"/>
                <w:b w:val="0"/>
                <w:szCs w:val="24"/>
              </w:rPr>
              <w:t>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6CAE993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14:paraId="77FD4015" w14:textId="77777777" w:rsidTr="00E8197E">
        <w:tc>
          <w:tcPr>
            <w:tcW w:w="1985" w:type="dxa"/>
          </w:tcPr>
          <w:p w14:paraId="0E802F3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_13</w:t>
            </w:r>
          </w:p>
        </w:tc>
        <w:tc>
          <w:tcPr>
            <w:tcW w:w="5528" w:type="dxa"/>
          </w:tcPr>
          <w:p w14:paraId="669FF3E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 w:rsidR="007F1472"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215C964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="007F1472">
              <w:rPr>
                <w:rFonts w:ascii="Corbel" w:hAnsi="Corbel"/>
                <w:b w:val="0"/>
                <w:szCs w:val="24"/>
              </w:rPr>
              <w:t xml:space="preserve"> ćw. audytoryjne, ćw.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5BD99940" w14:textId="77777777" w:rsidTr="00E8197E">
        <w:tc>
          <w:tcPr>
            <w:tcW w:w="1985" w:type="dxa"/>
          </w:tcPr>
          <w:p w14:paraId="49906B3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_14</w:t>
            </w:r>
          </w:p>
        </w:tc>
        <w:tc>
          <w:tcPr>
            <w:tcW w:w="5528" w:type="dxa"/>
          </w:tcPr>
          <w:p w14:paraId="446E64D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14:paraId="5A1E6A1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praktyczne</w:t>
            </w:r>
          </w:p>
        </w:tc>
      </w:tr>
      <w:tr w:rsidR="00E8197E" w:rsidRPr="005E6E85" w14:paraId="1132A580" w14:textId="77777777" w:rsidTr="00E8197E">
        <w:tc>
          <w:tcPr>
            <w:tcW w:w="1985" w:type="dxa"/>
          </w:tcPr>
          <w:p w14:paraId="45D9075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_15</w:t>
            </w:r>
          </w:p>
        </w:tc>
        <w:tc>
          <w:tcPr>
            <w:tcW w:w="5528" w:type="dxa"/>
          </w:tcPr>
          <w:p w14:paraId="31FC4FD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78F581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audytoryjne , ćw. </w:t>
            </w:r>
            <w:r w:rsidR="007F1472">
              <w:rPr>
                <w:rFonts w:ascii="Corbel" w:hAnsi="Corbel"/>
                <w:b w:val="0"/>
                <w:szCs w:val="24"/>
              </w:rPr>
              <w:t>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442941FC" w14:textId="77777777" w:rsidTr="00E8197E">
        <w:tc>
          <w:tcPr>
            <w:tcW w:w="1985" w:type="dxa"/>
          </w:tcPr>
          <w:p w14:paraId="5F03D5B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_16</w:t>
            </w:r>
          </w:p>
        </w:tc>
        <w:tc>
          <w:tcPr>
            <w:tcW w:w="5528" w:type="dxa"/>
          </w:tcPr>
          <w:p w14:paraId="312BEDB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</w:t>
            </w:r>
            <w:r w:rsidR="007F1472">
              <w:rPr>
                <w:rFonts w:ascii="Corbel" w:hAnsi="Corbel"/>
                <w:b w:val="0"/>
                <w:szCs w:val="24"/>
              </w:rPr>
              <w:t>na pisemna lub zaliczenie ustne</w:t>
            </w:r>
          </w:p>
        </w:tc>
        <w:tc>
          <w:tcPr>
            <w:tcW w:w="2126" w:type="dxa"/>
          </w:tcPr>
          <w:p w14:paraId="7D4B131D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 audytoryjne, 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36EBF059" w14:textId="77777777" w:rsidTr="00E8197E">
        <w:tc>
          <w:tcPr>
            <w:tcW w:w="1985" w:type="dxa"/>
          </w:tcPr>
          <w:p w14:paraId="7DD5438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_17</w:t>
            </w:r>
          </w:p>
        </w:tc>
        <w:tc>
          <w:tcPr>
            <w:tcW w:w="5528" w:type="dxa"/>
          </w:tcPr>
          <w:p w14:paraId="798C69D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obserwacja w trakcie zajęć symulacji rozprawy sądowej przygo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towanej przez stud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e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n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tów</w:t>
            </w:r>
          </w:p>
        </w:tc>
        <w:tc>
          <w:tcPr>
            <w:tcW w:w="2126" w:type="dxa"/>
          </w:tcPr>
          <w:p w14:paraId="1AC5F245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</w:tbl>
    <w:p w14:paraId="1470516A" w14:textId="77777777" w:rsidR="00E8197E" w:rsidRPr="009C54AE" w:rsidRDefault="00E819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003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9B50EF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F7CBB0" w14:textId="77777777" w:rsidTr="00923D7D">
        <w:tc>
          <w:tcPr>
            <w:tcW w:w="9670" w:type="dxa"/>
          </w:tcPr>
          <w:p w14:paraId="520BC484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</w:t>
            </w:r>
            <w:r w:rsidR="00311F2C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.</w:t>
            </w:r>
          </w:p>
          <w:p w14:paraId="287ECAEE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C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zas trwania egzaminu:  </w:t>
            </w:r>
            <w:r w:rsidR="00E73330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do 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2 godz.  – 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obejmuje wpuszczenie studenta na salę egzaminacyjną po sprawdzeniu przez egzaminujących tożsamości, zajęcie miejsca na sali wskazanego przez egzaminującego,  wyjaśnienie zasad przebiegu egzaminu, rozdanie kart z pytaniami egzaminacyjnymi i kart udzielania odpowiedzi, czas na odpowiedzi – </w:t>
            </w:r>
            <w:r w:rsidR="00E73330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do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50 minut</w:t>
            </w:r>
            <w:r w:rsidR="00E73330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(w zależności od liczby i rodzaju pytań)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, zakończenie egzaminu – zebranie prac egzaminacyjnych)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F115E"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14:paraId="233BD12C" w14:textId="77777777"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8D44E1D" w14:textId="77777777"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w zależności od wyników egzaminu w pierwszym terminie i od ilości osób przystępujących do egzaminu poprawkowego.</w:t>
            </w:r>
          </w:p>
          <w:p w14:paraId="13C5932B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DAB89ED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14:paraId="58D71081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</w:p>
          <w:p w14:paraId="4DA102AC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 xml:space="preserve">Zaliczenie ćwiczeń audytoryjnych :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Bieżąca ocena poziomu pracy studenta – udział w dyskusji, 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oraz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Praca kontrolna pisemna (zaliczenie minimum 50% plus 1) lub zaliczenie ustne w zależności od oceny bieżącej. </w:t>
            </w:r>
          </w:p>
          <w:p w14:paraId="34F06A36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06275869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znajomości reguł stosowania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 </w:t>
            </w:r>
          </w:p>
          <w:p w14:paraId="2E776FDD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370B4235" w14:textId="77777777" w:rsidR="0085747A" w:rsidRPr="009C54AE" w:rsidRDefault="007F1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 w:rsidR="00BD739A"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14:paraId="4E4DF0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FD6B1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0266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5C5B50E" w14:textId="77777777" w:rsidTr="003E1941">
        <w:tc>
          <w:tcPr>
            <w:tcW w:w="4962" w:type="dxa"/>
            <w:vAlign w:val="center"/>
          </w:tcPr>
          <w:p w14:paraId="2632E7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9F20C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884C0C" w14:textId="77777777" w:rsidTr="00923D7D">
        <w:tc>
          <w:tcPr>
            <w:tcW w:w="4962" w:type="dxa"/>
          </w:tcPr>
          <w:p w14:paraId="2CBF9B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BD739A">
              <w:rPr>
                <w:rFonts w:ascii="Corbel" w:hAnsi="Corbel"/>
                <w:sz w:val="24"/>
                <w:szCs w:val="24"/>
              </w:rPr>
              <w:t xml:space="preserve"> planu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BD46EE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</w:t>
            </w:r>
            <w:r w:rsidR="00BD739A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7156F299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</w:t>
            </w:r>
            <w:r w:rsidR="00BD739A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 godz. </w:t>
            </w:r>
          </w:p>
          <w:p w14:paraId="2FA5C521" w14:textId="77777777" w:rsidR="0085747A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praktyczne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15 godz.</w:t>
            </w:r>
          </w:p>
        </w:tc>
      </w:tr>
      <w:tr w:rsidR="003F115E" w:rsidRPr="009C54AE" w14:paraId="178AF30B" w14:textId="77777777" w:rsidTr="00923D7D">
        <w:tc>
          <w:tcPr>
            <w:tcW w:w="4962" w:type="dxa"/>
          </w:tcPr>
          <w:p w14:paraId="58DA1FA8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2FD4BD2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527E53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19C4F120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wykładem – 7 godz.</w:t>
            </w:r>
          </w:p>
          <w:p w14:paraId="33630A3B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audytoryjnymi – 7 godz.</w:t>
            </w:r>
          </w:p>
          <w:p w14:paraId="798C3659" w14:textId="77777777" w:rsidR="003F115E" w:rsidRPr="00336D96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130DE806" w14:textId="77777777" w:rsidR="003F115E" w:rsidRPr="00AF4A52" w:rsidRDefault="003F115E" w:rsidP="003F115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="003F115E" w:rsidRPr="009C54AE" w14:paraId="4B82DFD4" w14:textId="77777777" w:rsidTr="00923D7D">
        <w:tc>
          <w:tcPr>
            <w:tcW w:w="4962" w:type="dxa"/>
          </w:tcPr>
          <w:p w14:paraId="489A9DB3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6EA0B869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CF92ED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45 godz.</w:t>
            </w:r>
          </w:p>
          <w:p w14:paraId="04444E77" w14:textId="77777777" w:rsidR="003F115E" w:rsidRPr="00D72681" w:rsidRDefault="003F115E" w:rsidP="003F115E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egzaminu                92 godz.</w:t>
            </w:r>
          </w:p>
        </w:tc>
      </w:tr>
      <w:tr w:rsidR="003F115E" w:rsidRPr="009C54AE" w14:paraId="4A60B02D" w14:textId="77777777" w:rsidTr="00923D7D">
        <w:tc>
          <w:tcPr>
            <w:tcW w:w="4962" w:type="dxa"/>
          </w:tcPr>
          <w:p w14:paraId="76D1B57C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2C3E58" w14:textId="77777777" w:rsidR="003F115E" w:rsidRPr="00AF4A52" w:rsidRDefault="00D777BB" w:rsidP="003F115E">
            <w:pPr>
              <w:pStyle w:val="Akapitzlist"/>
              <w:spacing w:after="0" w:line="240" w:lineRule="auto"/>
              <w:ind w:left="0"/>
            </w:pPr>
            <w:r>
              <w:t>250</w:t>
            </w:r>
            <w:r w:rsidR="003F115E">
              <w:t xml:space="preserve"> godz.</w:t>
            </w:r>
          </w:p>
        </w:tc>
      </w:tr>
      <w:tr w:rsidR="003F115E" w:rsidRPr="009C54AE" w14:paraId="06CE1A51" w14:textId="77777777" w:rsidTr="00923D7D">
        <w:tc>
          <w:tcPr>
            <w:tcW w:w="4962" w:type="dxa"/>
          </w:tcPr>
          <w:p w14:paraId="7A539200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14FA2A" w14:textId="77777777" w:rsidR="003F115E" w:rsidRPr="00AF4A52" w:rsidRDefault="00D777BB" w:rsidP="003F115E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</w:tbl>
    <w:p w14:paraId="2BD44F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E94C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3B4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1DD0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F727A79" w14:textId="77777777" w:rsidTr="0071620A">
        <w:trPr>
          <w:trHeight w:val="397"/>
        </w:trPr>
        <w:tc>
          <w:tcPr>
            <w:tcW w:w="3544" w:type="dxa"/>
          </w:tcPr>
          <w:p w14:paraId="29DDC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308531" w14:textId="77777777"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4F27C2B3" w14:textId="77777777" w:rsidTr="0071620A">
        <w:trPr>
          <w:trHeight w:val="397"/>
        </w:trPr>
        <w:tc>
          <w:tcPr>
            <w:tcW w:w="3544" w:type="dxa"/>
          </w:tcPr>
          <w:p w14:paraId="75D14D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911D8E" w14:textId="77777777"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43653F71" w14:textId="77777777" w:rsidR="003F115E" w:rsidRPr="009C54AE" w:rsidRDefault="003F115E" w:rsidP="004420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FB9E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DCBA3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E65E3" w:rsidRPr="009C54AE" w14:paraId="41562E23" w14:textId="77777777" w:rsidTr="0071620A">
        <w:trPr>
          <w:trHeight w:val="397"/>
        </w:trPr>
        <w:tc>
          <w:tcPr>
            <w:tcW w:w="7513" w:type="dxa"/>
          </w:tcPr>
          <w:p w14:paraId="58453071" w14:textId="77777777" w:rsidR="003E65E3" w:rsidRPr="003F115E" w:rsidRDefault="003E65E3" w:rsidP="003E65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1604CF8" w14:textId="77777777" w:rsidR="003E65E3" w:rsidRDefault="003E65E3" w:rsidP="003E65E3">
            <w:pPr>
              <w:spacing w:after="0" w:line="240" w:lineRule="auto"/>
            </w:pPr>
            <w:r>
              <w:t>Ustawa z dnia 6 czerwca 1997 r. Kodeks postępowania karnego (t.j. Dz. U. z 2020 r. poz. 30 z późn. zm.).</w:t>
            </w:r>
          </w:p>
          <w:p w14:paraId="1675B1D8" w14:textId="77777777" w:rsidR="003E65E3" w:rsidRPr="00292545" w:rsidRDefault="003E65E3" w:rsidP="003E65E3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Warszawa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14:paraId="3C3466BD" w14:textId="77777777" w:rsidR="003E65E3" w:rsidRPr="009C54AE" w:rsidRDefault="003E65E3" w:rsidP="003E6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  <w:tr w:rsidR="0085747A" w:rsidRPr="009C54AE" w14:paraId="0E386169" w14:textId="77777777" w:rsidTr="0071620A">
        <w:trPr>
          <w:trHeight w:val="397"/>
        </w:trPr>
        <w:tc>
          <w:tcPr>
            <w:tcW w:w="7513" w:type="dxa"/>
          </w:tcPr>
          <w:p w14:paraId="2234C783" w14:textId="77777777" w:rsidR="003E65E3" w:rsidRPr="003E65E3" w:rsidRDefault="003E65E3" w:rsidP="003E65E3">
            <w:pPr>
              <w:pStyle w:val="Punktygwne"/>
              <w:rPr>
                <w:rFonts w:ascii="Corbel" w:hAnsi="Corbel"/>
                <w:szCs w:val="24"/>
              </w:rPr>
            </w:pPr>
            <w:r w:rsidRPr="003E65E3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5DD6BB6A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  D. Świecki (red.),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Kodeks postępowania karnego. Komentarz. Tom I i II</w:t>
            </w:r>
            <w:r w:rsidRPr="003E65E3">
              <w:rPr>
                <w:rFonts w:ascii="Corbel" w:hAnsi="Corbel"/>
                <w:b w:val="0"/>
                <w:szCs w:val="24"/>
              </w:rPr>
              <w:t xml:space="preserve">, Warszawa 2020; </w:t>
            </w:r>
          </w:p>
          <w:p w14:paraId="11E0AEA6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T. Grzegorczyk, J. Tylman,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Polskie postępowanie karne</w:t>
            </w:r>
            <w:r w:rsidRPr="003E65E3">
              <w:rPr>
                <w:rFonts w:ascii="Corbel" w:hAnsi="Corbel"/>
                <w:b w:val="0"/>
                <w:szCs w:val="24"/>
              </w:rPr>
              <w:t xml:space="preserve">, Warszawa 2019 lub nowszy; </w:t>
            </w:r>
          </w:p>
          <w:p w14:paraId="7398C150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T. Grzegorczyk, </w:t>
            </w:r>
            <w:r w:rsidRPr="003E65E3">
              <w:rPr>
                <w:rFonts w:ascii="Corbel" w:hAnsi="Corbel"/>
                <w:b w:val="0"/>
                <w:bCs/>
                <w:i/>
                <w:szCs w:val="24"/>
              </w:rPr>
              <w:t>Kodeks postępowania karnego oraz ustawa o świadku koronnym: komentarz</w:t>
            </w:r>
            <w:r w:rsidRPr="003E65E3">
              <w:rPr>
                <w:rFonts w:ascii="Corbel" w:hAnsi="Corbel"/>
                <w:b w:val="0"/>
                <w:bCs/>
                <w:szCs w:val="24"/>
              </w:rPr>
              <w:t>, Warszawa 2014</w:t>
            </w:r>
            <w:r w:rsidRPr="003E65E3">
              <w:rPr>
                <w:rFonts w:ascii="Corbel" w:hAnsi="Corbel"/>
                <w:b w:val="0"/>
                <w:szCs w:val="24"/>
              </w:rPr>
              <w:t xml:space="preserve">; </w:t>
            </w:r>
          </w:p>
          <w:p w14:paraId="463CFDF1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R.A. Stefański (red.),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Kodeks postępowania karnego. Komentarz</w:t>
            </w:r>
            <w:r w:rsidRPr="003E65E3">
              <w:rPr>
                <w:rFonts w:ascii="Corbel" w:hAnsi="Corbel"/>
                <w:b w:val="0"/>
                <w:szCs w:val="24"/>
              </w:rPr>
              <w:t>, Warszawa 2020;</w:t>
            </w:r>
          </w:p>
          <w:p w14:paraId="2CE6E556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 K. Eichstaedt,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Czynności sądu w postępowaniu przygotowawczym w polskim prawie karnym</w:t>
            </w:r>
            <w:r w:rsidRPr="003E65E3">
              <w:rPr>
                <w:rFonts w:ascii="Corbel" w:hAnsi="Corbel"/>
                <w:b w:val="0"/>
                <w:szCs w:val="24"/>
              </w:rPr>
              <w:t xml:space="preserve">, Warszawa 2008; </w:t>
            </w:r>
          </w:p>
          <w:p w14:paraId="30F8E577" w14:textId="77777777" w:rsidR="003E65E3" w:rsidRPr="003E65E3" w:rsidRDefault="003E65E3" w:rsidP="003E65E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3E65E3">
              <w:rPr>
                <w:rFonts w:ascii="Corbel" w:hAnsi="Corbel"/>
                <w:b w:val="0"/>
                <w:szCs w:val="24"/>
              </w:rPr>
              <w:t xml:space="preserve">-A. Gaberle, </w:t>
            </w:r>
            <w:r w:rsidRPr="003E65E3">
              <w:rPr>
                <w:rFonts w:ascii="Corbel" w:hAnsi="Corbel"/>
                <w:b w:val="0"/>
                <w:i/>
                <w:szCs w:val="24"/>
              </w:rPr>
              <w:t>Dowody w sądowym procesie karnym</w:t>
            </w:r>
            <w:r w:rsidRPr="003E65E3">
              <w:rPr>
                <w:rFonts w:ascii="Corbel" w:hAnsi="Corbel"/>
                <w:b w:val="0"/>
                <w:szCs w:val="24"/>
              </w:rPr>
              <w:t>, Kraków 2007.</w:t>
            </w:r>
          </w:p>
          <w:p w14:paraId="5787DC2C" w14:textId="77777777" w:rsidR="003F115E" w:rsidRPr="003E65E3" w:rsidRDefault="003E65E3" w:rsidP="003E6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E3">
              <w:rPr>
                <w:rFonts w:ascii="Corbel" w:hAnsi="Corbel"/>
                <w:b w:val="0"/>
                <w:smallCaps w:val="0"/>
                <w:szCs w:val="24"/>
              </w:rPr>
              <w:t>W razie pojawienia się na rynku wydawniczym wymagane będą wydania najnowsze, zaktualizowane.</w:t>
            </w:r>
          </w:p>
          <w:p w14:paraId="12166AF0" w14:textId="77777777" w:rsidR="003E65E3" w:rsidRPr="003E65E3" w:rsidRDefault="003E65E3" w:rsidP="003E6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E3">
              <w:rPr>
                <w:rFonts w:ascii="Corbel" w:hAnsi="Corbel"/>
                <w:b w:val="0"/>
                <w:smallCaps w:val="0"/>
                <w:szCs w:val="24"/>
              </w:rPr>
              <w:t>P.K. Sowiński, Uprawnienia składające się na prawo oskarżonego do obrony, Rzeszów 2012</w:t>
            </w:r>
          </w:p>
          <w:p w14:paraId="011142B2" w14:textId="77777777" w:rsidR="003E65E3" w:rsidRPr="009C54AE" w:rsidRDefault="003E65E3" w:rsidP="003E65E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E65E3">
              <w:rPr>
                <w:rFonts w:ascii="Corbel" w:hAnsi="Corbel"/>
                <w:b w:val="0"/>
                <w:smallCaps w:val="0"/>
                <w:szCs w:val="24"/>
              </w:rPr>
              <w:t>M. Klejnowska, Oskarżony jako osobowe źródło dowodowe, Kraków 2006</w:t>
            </w:r>
          </w:p>
        </w:tc>
      </w:tr>
    </w:tbl>
    <w:p w14:paraId="23FDBC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2A120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02BE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A2BD0" w14:textId="77777777" w:rsidR="00AD2AB9" w:rsidRDefault="00AD2AB9" w:rsidP="00C16ABF">
      <w:pPr>
        <w:spacing w:after="0" w:line="240" w:lineRule="auto"/>
      </w:pPr>
      <w:r>
        <w:separator/>
      </w:r>
    </w:p>
  </w:endnote>
  <w:endnote w:type="continuationSeparator" w:id="0">
    <w:p w14:paraId="6F9E355D" w14:textId="77777777" w:rsidR="00AD2AB9" w:rsidRDefault="00AD2A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E7A13" w14:textId="77777777" w:rsidR="00AD2AB9" w:rsidRDefault="00AD2AB9" w:rsidP="00C16ABF">
      <w:pPr>
        <w:spacing w:after="0" w:line="240" w:lineRule="auto"/>
      </w:pPr>
      <w:r>
        <w:separator/>
      </w:r>
    </w:p>
  </w:footnote>
  <w:footnote w:type="continuationSeparator" w:id="0">
    <w:p w14:paraId="22DE637C" w14:textId="77777777" w:rsidR="00AD2AB9" w:rsidRDefault="00AD2AB9" w:rsidP="00C16ABF">
      <w:pPr>
        <w:spacing w:after="0" w:line="240" w:lineRule="auto"/>
      </w:pPr>
      <w:r>
        <w:continuationSeparator/>
      </w:r>
    </w:p>
  </w:footnote>
  <w:footnote w:id="1">
    <w:p w14:paraId="70078724" w14:textId="77777777" w:rsidR="007F1472" w:rsidRDefault="007F14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7645D"/>
    <w:multiLevelType w:val="hybridMultilevel"/>
    <w:tmpl w:val="F234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5B3123"/>
    <w:multiLevelType w:val="hybridMultilevel"/>
    <w:tmpl w:val="E442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5A4"/>
    <w:multiLevelType w:val="hybridMultilevel"/>
    <w:tmpl w:val="F65A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2D1A"/>
    <w:multiLevelType w:val="hybridMultilevel"/>
    <w:tmpl w:val="6F720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444B"/>
    <w:multiLevelType w:val="hybridMultilevel"/>
    <w:tmpl w:val="89D8C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F1E41"/>
    <w:multiLevelType w:val="hybridMultilevel"/>
    <w:tmpl w:val="42EE1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606024">
    <w:abstractNumId w:val="1"/>
  </w:num>
  <w:num w:numId="2" w16cid:durableId="1669214871">
    <w:abstractNumId w:val="5"/>
  </w:num>
  <w:num w:numId="3" w16cid:durableId="1638030433">
    <w:abstractNumId w:val="4"/>
  </w:num>
  <w:num w:numId="4" w16cid:durableId="1735666994">
    <w:abstractNumId w:val="2"/>
  </w:num>
  <w:num w:numId="5" w16cid:durableId="846288771">
    <w:abstractNumId w:val="6"/>
  </w:num>
  <w:num w:numId="6" w16cid:durableId="751270634">
    <w:abstractNumId w:val="0"/>
  </w:num>
  <w:num w:numId="7" w16cid:durableId="214376963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9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C3F"/>
    <w:rsid w:val="002C1F06"/>
    <w:rsid w:val="002D3375"/>
    <w:rsid w:val="002D73D4"/>
    <w:rsid w:val="002F02A3"/>
    <w:rsid w:val="002F4ABE"/>
    <w:rsid w:val="003018BA"/>
    <w:rsid w:val="0030395F"/>
    <w:rsid w:val="00305C92"/>
    <w:rsid w:val="00311F2C"/>
    <w:rsid w:val="003151C5"/>
    <w:rsid w:val="003343CF"/>
    <w:rsid w:val="00346FE9"/>
    <w:rsid w:val="0034759A"/>
    <w:rsid w:val="003503F6"/>
    <w:rsid w:val="003530DD"/>
    <w:rsid w:val="003603CF"/>
    <w:rsid w:val="00363F78"/>
    <w:rsid w:val="003A0A5B"/>
    <w:rsid w:val="003A1176"/>
    <w:rsid w:val="003C0BAE"/>
    <w:rsid w:val="003D18A9"/>
    <w:rsid w:val="003D5697"/>
    <w:rsid w:val="003D6CE2"/>
    <w:rsid w:val="003E1941"/>
    <w:rsid w:val="003E2FE6"/>
    <w:rsid w:val="003E49D5"/>
    <w:rsid w:val="003E65E3"/>
    <w:rsid w:val="003F115E"/>
    <w:rsid w:val="003F38C0"/>
    <w:rsid w:val="00414E3C"/>
    <w:rsid w:val="0042244A"/>
    <w:rsid w:val="0042745A"/>
    <w:rsid w:val="00431D5C"/>
    <w:rsid w:val="004362C6"/>
    <w:rsid w:val="00437FA2"/>
    <w:rsid w:val="004420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A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A"/>
    <w:rsid w:val="007F1472"/>
    <w:rsid w:val="007F4155"/>
    <w:rsid w:val="0081554D"/>
    <w:rsid w:val="0081707E"/>
    <w:rsid w:val="008379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AEC"/>
    <w:rsid w:val="00916188"/>
    <w:rsid w:val="00923D7D"/>
    <w:rsid w:val="00933817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9D2"/>
    <w:rsid w:val="00A43BF6"/>
    <w:rsid w:val="00A53FA5"/>
    <w:rsid w:val="00A54817"/>
    <w:rsid w:val="00A601C8"/>
    <w:rsid w:val="00A60799"/>
    <w:rsid w:val="00A77B02"/>
    <w:rsid w:val="00A84C85"/>
    <w:rsid w:val="00A9190E"/>
    <w:rsid w:val="00A91BF5"/>
    <w:rsid w:val="00A97DE1"/>
    <w:rsid w:val="00AA6BF8"/>
    <w:rsid w:val="00AB053C"/>
    <w:rsid w:val="00AD1146"/>
    <w:rsid w:val="00AD27D3"/>
    <w:rsid w:val="00AD2AB9"/>
    <w:rsid w:val="00AD66D6"/>
    <w:rsid w:val="00AE1160"/>
    <w:rsid w:val="00AE203C"/>
    <w:rsid w:val="00AE2E74"/>
    <w:rsid w:val="00AE5FCB"/>
    <w:rsid w:val="00AF2C1E"/>
    <w:rsid w:val="00AF5C5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5B2"/>
    <w:rsid w:val="00BB520A"/>
    <w:rsid w:val="00BC12CA"/>
    <w:rsid w:val="00BD3869"/>
    <w:rsid w:val="00BD66E9"/>
    <w:rsid w:val="00BD6FF4"/>
    <w:rsid w:val="00BD739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0FA"/>
    <w:rsid w:val="00C70A26"/>
    <w:rsid w:val="00C766DF"/>
    <w:rsid w:val="00C94B98"/>
    <w:rsid w:val="00CA2B96"/>
    <w:rsid w:val="00CA5089"/>
    <w:rsid w:val="00CD6897"/>
    <w:rsid w:val="00CE5BAC"/>
    <w:rsid w:val="00CF103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20F"/>
    <w:rsid w:val="00D74119"/>
    <w:rsid w:val="00D777B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330"/>
    <w:rsid w:val="00E77E88"/>
    <w:rsid w:val="00E8107D"/>
    <w:rsid w:val="00E8197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7AAB"/>
  <w15:docId w15:val="{7C8E250F-43F4-4B63-A068-B7BBEA07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D7CDF-A883-4635-AA29-6AB16852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2656</Words>
  <Characters>15941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4</cp:revision>
  <cp:lastPrinted>2020-10-27T10:55:00Z</cp:lastPrinted>
  <dcterms:created xsi:type="dcterms:W3CDTF">2023-10-24T09:09:00Z</dcterms:created>
  <dcterms:modified xsi:type="dcterms:W3CDTF">2023-10-25T10:17:00Z</dcterms:modified>
</cp:coreProperties>
</file>